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94605" w14:textId="40F92C50" w:rsidR="00B77022" w:rsidRPr="002D2436" w:rsidRDefault="00B77022">
      <w:pPr>
        <w:pStyle w:val="a3"/>
        <w:jc w:val="center"/>
        <w:rPr>
          <w:spacing w:val="0"/>
        </w:rPr>
      </w:pPr>
      <w:r>
        <w:rPr>
          <w:rFonts w:ascii="HG丸ｺﾞｼｯｸM-PRO" w:eastAsia="HG丸ｺﾞｼｯｸM-PRO" w:hAnsi="HG丸ｺﾞｼｯｸM-PRO" w:cs="HG丸ｺﾞｼｯｸM-PRO"/>
          <w:spacing w:val="-2"/>
          <w:w w:val="200"/>
          <w:sz w:val="26"/>
          <w:szCs w:val="26"/>
        </w:rPr>
        <w:t>マーチング</w:t>
      </w:r>
      <w:r>
        <w:rPr>
          <w:rFonts w:ascii="HG丸ｺﾞｼｯｸM-PRO" w:eastAsia="HG丸ｺﾞｼｯｸM-PRO" w:hAnsi="HG丸ｺﾞｼｯｸM-PRO" w:cs="HG丸ｺﾞｼｯｸM-PRO"/>
          <w:w w:val="200"/>
          <w:sz w:val="26"/>
          <w:szCs w:val="26"/>
        </w:rPr>
        <w:t xml:space="preserve"> </w:t>
      </w:r>
      <w:r>
        <w:rPr>
          <w:rFonts w:ascii="HG丸ｺﾞｼｯｸM-PRO" w:eastAsia="HG丸ｺﾞｼｯｸM-PRO" w:hAnsi="HG丸ｺﾞｼｯｸM-PRO" w:cs="HG丸ｺﾞｼｯｸM-PRO"/>
          <w:spacing w:val="-2"/>
          <w:w w:val="200"/>
          <w:sz w:val="26"/>
          <w:szCs w:val="26"/>
        </w:rPr>
        <w:t>イン</w:t>
      </w:r>
      <w:r>
        <w:rPr>
          <w:rFonts w:ascii="HG丸ｺﾞｼｯｸM-PRO" w:eastAsia="HG丸ｺﾞｼｯｸM-PRO" w:hAnsi="HG丸ｺﾞｼｯｸM-PRO" w:cs="HG丸ｺﾞｼｯｸM-PRO"/>
          <w:w w:val="200"/>
          <w:sz w:val="26"/>
          <w:szCs w:val="26"/>
        </w:rPr>
        <w:t xml:space="preserve"> </w:t>
      </w:r>
      <w:r>
        <w:rPr>
          <w:rFonts w:ascii="HG丸ｺﾞｼｯｸM-PRO" w:eastAsia="HG丸ｺﾞｼｯｸM-PRO" w:hAnsi="HG丸ｺﾞｼｯｸM-PRO" w:cs="HG丸ｺﾞｼｯｸM-PRO"/>
          <w:spacing w:val="-2"/>
          <w:w w:val="200"/>
          <w:sz w:val="26"/>
          <w:szCs w:val="26"/>
        </w:rPr>
        <w:t>オキナワ</w:t>
      </w:r>
      <w:r>
        <w:rPr>
          <w:rFonts w:ascii="HG丸ｺﾞｼｯｸM-PRO" w:eastAsia="HG丸ｺﾞｼｯｸM-PRO" w:hAnsi="HG丸ｺﾞｼｯｸM-PRO" w:cs="HG丸ｺﾞｼｯｸM-PRO"/>
          <w:w w:val="200"/>
          <w:sz w:val="26"/>
          <w:szCs w:val="26"/>
        </w:rPr>
        <w:t xml:space="preserve"> </w:t>
      </w:r>
      <w:r w:rsidR="003F1FC5">
        <w:rPr>
          <w:rFonts w:ascii="ＭＳ 明朝" w:hAnsi="ＭＳ 明朝" w:hint="eastAsia"/>
          <w:spacing w:val="-2"/>
          <w:w w:val="200"/>
          <w:sz w:val="26"/>
          <w:szCs w:val="26"/>
        </w:rPr>
        <w:t>201</w:t>
      </w:r>
      <w:r w:rsidR="0044482F">
        <w:rPr>
          <w:rFonts w:ascii="ＭＳ 明朝" w:hAnsi="ＭＳ 明朝"/>
          <w:spacing w:val="-2"/>
          <w:w w:val="200"/>
          <w:sz w:val="26"/>
          <w:szCs w:val="26"/>
        </w:rPr>
        <w:t>9</w:t>
      </w:r>
    </w:p>
    <w:p w14:paraId="42916838" w14:textId="3DDAE43D" w:rsidR="00B77022" w:rsidRDefault="00B77022" w:rsidP="547D96A7">
      <w:pPr>
        <w:pStyle w:val="a3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  <w:r w:rsidRPr="00812870">
        <w:rPr>
          <w:rFonts w:ascii="ＭＳ 明朝" w:hAnsi="ＭＳ 明朝"/>
          <w:w w:val="110"/>
          <w:sz w:val="18"/>
          <w:szCs w:val="18"/>
        </w:rPr>
        <w:t xml:space="preserve">　　　　　　　　　　　</w:t>
      </w:r>
      <w:r w:rsidRPr="547D96A7">
        <w:rPr>
          <w:rFonts w:ascii="HG丸ｺﾞｼｯｸM-PRO" w:eastAsia="HG丸ｺﾞｼｯｸM-PRO" w:hAnsi="HG丸ｺﾞｼｯｸM-PRO" w:cs="HG丸ｺﾞｼｯｸM-PRO"/>
          <w:w w:val="110"/>
          <w:sz w:val="18"/>
          <w:szCs w:val="18"/>
        </w:rPr>
        <w:t>（</w:t>
      </w:r>
      <w:r w:rsidRPr="00812870">
        <w:rPr>
          <w:rFonts w:ascii="HG丸ｺﾞｼｯｸM-PRO" w:eastAsia="HG丸ｺﾞｼｯｸM-PRO" w:hAnsi="HG丸ｺﾞｼｯｸM-PRO" w:cs="HG丸ｺﾞｼｯｸM-PRO"/>
          <w:w w:val="110"/>
          <w:sz w:val="18"/>
          <w:szCs w:val="18"/>
        </w:rPr>
        <w:t>第</w:t>
      </w:r>
      <w:r w:rsidR="0044482F">
        <w:rPr>
          <w:rFonts w:ascii="HG丸ｺﾞｼｯｸM-PRO" w:eastAsia="HG丸ｺﾞｼｯｸM-PRO" w:hAnsi="HG丸ｺﾞｼｯｸM-PRO" w:cs="HG丸ｺﾞｼｯｸM-PRO" w:hint="eastAsia"/>
          <w:w w:val="110"/>
          <w:sz w:val="18"/>
          <w:szCs w:val="18"/>
        </w:rPr>
        <w:t>4</w:t>
      </w:r>
      <w:r w:rsidR="0044482F">
        <w:rPr>
          <w:rFonts w:ascii="HG丸ｺﾞｼｯｸM-PRO" w:eastAsia="HG丸ｺﾞｼｯｸM-PRO" w:hAnsi="HG丸ｺﾞｼｯｸM-PRO" w:cs="HG丸ｺﾞｼｯｸM-PRO"/>
          <w:w w:val="110"/>
          <w:sz w:val="18"/>
          <w:szCs w:val="18"/>
        </w:rPr>
        <w:t>7</w:t>
      </w:r>
      <w:r w:rsidR="003A000F">
        <w:rPr>
          <w:rFonts w:ascii="HG丸ｺﾞｼｯｸM-PRO" w:eastAsia="HG丸ｺﾞｼｯｸM-PRO" w:hAnsi="HG丸ｺﾞｼｯｸM-PRO" w:cs="HG丸ｺﾞｼｯｸM-PRO"/>
          <w:w w:val="110"/>
          <w:sz w:val="18"/>
          <w:szCs w:val="18"/>
        </w:rPr>
        <w:t>回マーチングバンド</w:t>
      </w:r>
      <w:r w:rsidRPr="00812870">
        <w:rPr>
          <w:rFonts w:ascii="HG丸ｺﾞｼｯｸM-PRO" w:eastAsia="HG丸ｺﾞｼｯｸM-PRO" w:hAnsi="HG丸ｺﾞｼｯｸM-PRO" w:cs="HG丸ｺﾞｼｯｸM-PRO"/>
          <w:w w:val="110"/>
          <w:sz w:val="18"/>
          <w:szCs w:val="18"/>
        </w:rPr>
        <w:t>全国大会</w:t>
      </w:r>
      <w:r w:rsidR="003F1FC5">
        <w:rPr>
          <w:rFonts w:ascii="HG丸ｺﾞｼｯｸM-PRO" w:eastAsia="HG丸ｺﾞｼｯｸM-PRO" w:hAnsi="HG丸ｺﾞｼｯｸM-PRO" w:cs="HG丸ｺﾞｼｯｸM-PRO" w:hint="eastAsia"/>
          <w:w w:val="110"/>
          <w:sz w:val="18"/>
          <w:szCs w:val="18"/>
        </w:rPr>
        <w:t>沖縄支部予選</w:t>
      </w:r>
      <w:r w:rsidRPr="00812870">
        <w:rPr>
          <w:rFonts w:ascii="HG丸ｺﾞｼｯｸM-PRO" w:eastAsia="HG丸ｺﾞｼｯｸM-PRO" w:hAnsi="HG丸ｺﾞｼｯｸM-PRO" w:cs="HG丸ｺﾞｼｯｸM-PRO"/>
          <w:w w:val="110"/>
          <w:sz w:val="18"/>
          <w:szCs w:val="18"/>
        </w:rPr>
        <w:t>）</w:t>
      </w:r>
    </w:p>
    <w:p w14:paraId="26F8DC88" w14:textId="7C6AE19E" w:rsidR="008B3A1A" w:rsidRDefault="00B6321D" w:rsidP="547D96A7">
      <w:pPr>
        <w:pStyle w:val="a3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  <w:r w:rsidRPr="547D96A7">
        <w:rPr>
          <w:rFonts w:ascii="HG丸ｺﾞｼｯｸM-PRO" w:eastAsia="HG丸ｺﾞｼｯｸM-PRO" w:hAnsi="HG丸ｺﾞｼｯｸM-PRO" w:cs="HG丸ｺﾞｼｯｸM-PRO"/>
          <w:sz w:val="18"/>
          <w:szCs w:val="18"/>
          <w:shd w:val="solid" w:color="FFFFFF" w:fill="auto"/>
        </w:rPr>
        <w:t xml:space="preserve">　　　　　　　　　　　　（第</w:t>
      </w:r>
      <w:r w:rsidR="003F1FC5">
        <w:rPr>
          <w:rFonts w:ascii="HG丸ｺﾞｼｯｸM-PRO" w:eastAsia="HG丸ｺﾞｼｯｸM-PRO" w:hAnsi="HG丸ｺﾞｼｯｸM-PRO" w:cs="HG丸ｺﾞｼｯｸM-PRO" w:hint="eastAsia"/>
          <w:sz w:val="18"/>
          <w:szCs w:val="18"/>
          <w:shd w:val="solid" w:color="FFFFFF" w:fill="auto"/>
        </w:rPr>
        <w:t>４</w:t>
      </w:r>
      <w:r w:rsidR="0044482F">
        <w:rPr>
          <w:rFonts w:ascii="HG丸ｺﾞｼｯｸM-PRO" w:eastAsia="HG丸ｺﾞｼｯｸM-PRO" w:hAnsi="HG丸ｺﾞｼｯｸM-PRO" w:cs="HG丸ｺﾞｼｯｸM-PRO" w:hint="eastAsia"/>
          <w:sz w:val="18"/>
          <w:szCs w:val="18"/>
          <w:shd w:val="solid" w:color="FFFFFF" w:fill="auto"/>
        </w:rPr>
        <w:t>7</w:t>
      </w:r>
      <w:r w:rsidR="003A000F" w:rsidRPr="547D96A7">
        <w:rPr>
          <w:rFonts w:ascii="HG丸ｺﾞｼｯｸM-PRO" w:eastAsia="HG丸ｺﾞｼｯｸM-PRO" w:hAnsi="HG丸ｺﾞｼｯｸM-PRO" w:cs="HG丸ｺﾞｼｯｸM-PRO"/>
          <w:sz w:val="18"/>
          <w:szCs w:val="18"/>
          <w:shd w:val="solid" w:color="FFFFFF" w:fill="auto"/>
        </w:rPr>
        <w:t>回バトントワーリング全国大会沖縄支部予選）</w:t>
      </w:r>
    </w:p>
    <w:p w14:paraId="563BD2C7" w14:textId="5FC4EC59" w:rsidR="547D96A7" w:rsidRDefault="547D96A7" w:rsidP="547D96A7">
      <w:pPr>
        <w:pStyle w:val="a3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  <w:r w:rsidRPr="547D96A7">
        <w:rPr>
          <w:rFonts w:ascii="HG丸ｺﾞｼｯｸM-PRO" w:eastAsia="HG丸ｺﾞｼｯｸM-PRO" w:hAnsi="HG丸ｺﾞｼｯｸM-PRO" w:cs="HG丸ｺﾞｼｯｸM-PRO"/>
          <w:sz w:val="18"/>
          <w:szCs w:val="18"/>
        </w:rPr>
        <w:t xml:space="preserve">　　　　　　　　　　　　（第</w:t>
      </w:r>
      <w:r w:rsidR="003F1FC5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１</w:t>
      </w:r>
      <w:r w:rsidR="0044482F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9</w:t>
      </w:r>
      <w:r w:rsidRPr="547D96A7">
        <w:rPr>
          <w:rFonts w:ascii="HG丸ｺﾞｼｯｸM-PRO" w:eastAsia="HG丸ｺﾞｼｯｸM-PRO" w:hAnsi="HG丸ｺﾞｼｯｸM-PRO" w:cs="HG丸ｺﾞｼｯｸM-PRO"/>
          <w:sz w:val="18"/>
          <w:szCs w:val="18"/>
        </w:rPr>
        <w:t>回マーチングステージ全国大会　沖縄選考会）</w:t>
      </w:r>
    </w:p>
    <w:p w14:paraId="07594EC2" w14:textId="7EC6C332" w:rsidR="547D96A7" w:rsidRDefault="547D96A7" w:rsidP="547D96A7">
      <w:pPr>
        <w:pStyle w:val="a3"/>
        <w:jc w:val="left"/>
        <w:rPr>
          <w:rFonts w:ascii="HG丸ｺﾞｼｯｸM-PRO" w:eastAsia="HG丸ｺﾞｼｯｸM-PRO" w:hAnsi="HG丸ｺﾞｼｯｸM-PRO" w:cs="HG丸ｺﾞｼｯｸM-PRO"/>
          <w:sz w:val="18"/>
          <w:szCs w:val="18"/>
        </w:rPr>
      </w:pPr>
      <w:r w:rsidRPr="547D96A7">
        <w:rPr>
          <w:rFonts w:ascii="HG丸ｺﾞｼｯｸM-PRO" w:eastAsia="HG丸ｺﾞｼｯｸM-PRO" w:hAnsi="HG丸ｺﾞｼｯｸM-PRO" w:cs="HG丸ｺﾞｼｯｸM-PRO"/>
          <w:sz w:val="18"/>
          <w:szCs w:val="18"/>
        </w:rPr>
        <w:t xml:space="preserve">　　　　　　　　　　　　（第</w:t>
      </w:r>
      <w:r w:rsidR="0044482F">
        <w:rPr>
          <w:rFonts w:ascii="HG丸ｺﾞｼｯｸM-PRO" w:eastAsia="HG丸ｺﾞｼｯｸM-PRO" w:hAnsi="HG丸ｺﾞｼｯｸM-PRO" w:cs="HG丸ｺﾞｼｯｸM-PRO" w:hint="eastAsia"/>
          <w:sz w:val="18"/>
          <w:szCs w:val="18"/>
        </w:rPr>
        <w:t>3</w:t>
      </w:r>
      <w:r w:rsidRPr="547D96A7">
        <w:rPr>
          <w:rFonts w:ascii="HG丸ｺﾞｼｯｸM-PRO" w:eastAsia="HG丸ｺﾞｼｯｸM-PRO" w:hAnsi="HG丸ｺﾞｼｯｸM-PRO" w:cs="HG丸ｺﾞｼｯｸM-PRO"/>
          <w:sz w:val="18"/>
          <w:szCs w:val="18"/>
        </w:rPr>
        <w:t>回カラーガード・マーチングパーカッション全国大会　沖縄選考会）</w:t>
      </w:r>
      <w:bookmarkStart w:id="0" w:name="_GoBack"/>
      <w:bookmarkEnd w:id="0"/>
    </w:p>
    <w:p w14:paraId="3431145D" w14:textId="77777777" w:rsidR="004263B9" w:rsidRPr="003A000F" w:rsidRDefault="004263B9" w:rsidP="004263B9">
      <w:pPr>
        <w:pStyle w:val="a3"/>
        <w:jc w:val="center"/>
        <w:rPr>
          <w:rFonts w:ascii="HG丸ｺﾞｼｯｸM-PRO" w:eastAsia="HG丸ｺﾞｼｯｸM-PRO" w:hAnsi="HG丸ｺﾞｼｯｸM-PRO" w:cs="ＭＳ ゴシック"/>
          <w:sz w:val="18"/>
          <w:szCs w:val="18"/>
          <w:shd w:val="solid" w:color="FFFFFF" w:fill="auto"/>
        </w:rPr>
      </w:pPr>
    </w:p>
    <w:p w14:paraId="59E70E26" w14:textId="77777777" w:rsidR="009A1F0A" w:rsidRDefault="00B77022" w:rsidP="009A1F0A">
      <w:pPr>
        <w:pStyle w:val="a3"/>
        <w:jc w:val="center"/>
        <w:rPr>
          <w:rFonts w:ascii="HG丸ｺﾞｼｯｸM-PRO" w:eastAsia="HG丸ｺﾞｼｯｸM-PRO" w:hAnsi="HG丸ｺﾞｼｯｸM-PRO" w:cs="ＭＳ ゴシック"/>
          <w:sz w:val="16"/>
          <w:szCs w:val="16"/>
          <w:shd w:val="solid" w:color="FFFFFF" w:fill="auto"/>
        </w:rPr>
      </w:pPr>
      <w:r w:rsidRPr="00E51156">
        <w:rPr>
          <w:rFonts w:ascii="HG丸ｺﾞｼｯｸM-PRO" w:eastAsia="HG丸ｺﾞｼｯｸM-PRO" w:hAnsi="HG丸ｺﾞｼｯｸM-PRO" w:cs="ＭＳ ゴシック" w:hint="eastAsia"/>
          <w:sz w:val="32"/>
          <w:szCs w:val="32"/>
          <w:shd w:val="solid" w:color="FFFFFF" w:fill="auto"/>
        </w:rPr>
        <w:t>出　場　申　込　書</w:t>
      </w:r>
    </w:p>
    <w:p w14:paraId="1016A3E5" w14:textId="77777777" w:rsidR="009A1F0A" w:rsidRPr="009A1F0A" w:rsidRDefault="009A1F0A" w:rsidP="009A1F0A">
      <w:pPr>
        <w:pStyle w:val="a3"/>
        <w:jc w:val="center"/>
        <w:rPr>
          <w:rFonts w:ascii="HG丸ｺﾞｼｯｸM-PRO" w:eastAsia="HG丸ｺﾞｼｯｸM-PRO" w:hAnsi="HG丸ｺﾞｼｯｸM-PRO" w:cs="ＭＳ ゴシック"/>
          <w:sz w:val="16"/>
          <w:szCs w:val="16"/>
          <w:shd w:val="solid" w:color="FFFFFF" w:fill="auto"/>
        </w:rPr>
      </w:pPr>
    </w:p>
    <w:tbl>
      <w:tblPr>
        <w:tblW w:w="0" w:type="auto"/>
        <w:tblInd w:w="6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432"/>
        <w:gridCol w:w="1144"/>
        <w:gridCol w:w="3536"/>
      </w:tblGrid>
      <w:tr w:rsidR="00B77022" w14:paraId="2ED7B1E8" w14:textId="77777777" w:rsidTr="547D96A7">
        <w:trPr>
          <w:trHeight w:hRule="exact" w:val="291"/>
        </w:trPr>
        <w:tc>
          <w:tcPr>
            <w:tcW w:w="15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14:paraId="4F9A44BC" w14:textId="77777777" w:rsidR="00B77022" w:rsidRDefault="00B77022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部　　門</w:t>
            </w:r>
          </w:p>
        </w:tc>
        <w:tc>
          <w:tcPr>
            <w:tcW w:w="8112" w:type="dxa"/>
            <w:gridSpan w:val="3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C4BB124" w14:textId="77777777" w:rsidR="00B77022" w:rsidRDefault="00B77022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幼児　　　小学校　　　中学校　　　高等学校　　　一般</w:t>
            </w:r>
          </w:p>
        </w:tc>
      </w:tr>
      <w:tr w:rsidR="00B77022" w14:paraId="611339C6" w14:textId="77777777" w:rsidTr="547D96A7">
        <w:trPr>
          <w:trHeight w:hRule="exact" w:val="556"/>
        </w:trPr>
        <w:tc>
          <w:tcPr>
            <w:tcW w:w="156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3D0E6A0" w14:textId="77777777" w:rsidR="00B77022" w:rsidRDefault="00B77022" w:rsidP="006E13AB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団　体　名</w:t>
            </w:r>
          </w:p>
        </w:tc>
        <w:tc>
          <w:tcPr>
            <w:tcW w:w="8112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02C5DB2" w14:textId="77777777" w:rsidR="00B77022" w:rsidRDefault="00B77022" w:rsidP="00DD5F97">
            <w:pPr>
              <w:pStyle w:val="a3"/>
              <w:rPr>
                <w:spacing w:val="0"/>
              </w:rPr>
            </w:pPr>
          </w:p>
        </w:tc>
      </w:tr>
      <w:tr w:rsidR="00B77022" w14:paraId="6C812501" w14:textId="77777777" w:rsidTr="547D96A7">
        <w:trPr>
          <w:trHeight w:hRule="exact" w:val="582"/>
        </w:trPr>
        <w:tc>
          <w:tcPr>
            <w:tcW w:w="156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399C3F0A" w14:textId="77777777" w:rsidR="00B77022" w:rsidRDefault="00B77022" w:rsidP="006E13AB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代表者氏名</w:t>
            </w:r>
          </w:p>
          <w:p w14:paraId="3A2B41DE" w14:textId="77777777" w:rsidR="00B77022" w:rsidRDefault="00B77022" w:rsidP="006E13A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学校長</w:t>
            </w:r>
            <w:r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8112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88AB652" w14:textId="77777777" w:rsidR="00B77022" w:rsidRDefault="00AB17F1" w:rsidP="00AB17F1">
            <w:pPr>
              <w:pStyle w:val="a3"/>
              <w:spacing w:before="105" w:line="481" w:lineRule="exact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                                                  </w:t>
            </w:r>
            <w:r w:rsidR="00B77022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印</w:t>
            </w:r>
          </w:p>
        </w:tc>
      </w:tr>
      <w:tr w:rsidR="00ED4582" w14:paraId="16077F4F" w14:textId="77777777" w:rsidTr="001628B9">
        <w:trPr>
          <w:trHeight w:hRule="exact" w:val="686"/>
        </w:trPr>
        <w:tc>
          <w:tcPr>
            <w:tcW w:w="156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14:paraId="2EA1327E" w14:textId="0BC071CA" w:rsidR="00ED4582" w:rsidRDefault="00ED4582" w:rsidP="001628B9">
            <w:pPr>
              <w:pStyle w:val="a3"/>
              <w:spacing w:before="105" w:line="481" w:lineRule="exact"/>
              <w:ind w:firstLineChars="100" w:firstLine="238"/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</w:pPr>
            <w:r w:rsidRPr="00AB17F1">
              <w:rPr>
                <w:rFonts w:ascii="HG丸ｺﾞｼｯｸM-PRO" w:eastAsia="HG丸ｺﾞｼｯｸM-PRO" w:hAnsi="ＭＳ 明朝" w:hint="eastAsia"/>
                <w:sz w:val="24"/>
                <w:szCs w:val="24"/>
              </w:rPr>
              <w:t>参加部門</w:t>
            </w:r>
          </w:p>
        </w:tc>
        <w:tc>
          <w:tcPr>
            <w:tcW w:w="8112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91AD919" w14:textId="216A72BD" w:rsidR="00ED4582" w:rsidRPr="547D96A7" w:rsidRDefault="00ED4582" w:rsidP="00ED4582">
            <w:pPr>
              <w:pStyle w:val="a3"/>
              <w:jc w:val="center"/>
              <w:rPr>
                <w:rFonts w:ascii="ＭＳ 明朝" w:hAnsi="ＭＳ 明朝"/>
              </w:rPr>
            </w:pPr>
            <w:r w:rsidRPr="00AB17F1">
              <w:rPr>
                <w:rFonts w:ascii="HG丸ｺﾞｼｯｸM-PRO" w:eastAsia="HG丸ｺﾞｼｯｸM-PRO" w:hAnsi="ＭＳ 明朝" w:hint="eastAsia"/>
                <w:sz w:val="20"/>
                <w:szCs w:val="20"/>
              </w:rPr>
              <w:t>フレッシュ部門　・　フェスティバル部門　・　全国大会選考部門</w:t>
            </w:r>
          </w:p>
        </w:tc>
      </w:tr>
      <w:tr w:rsidR="00ED4582" w14:paraId="6FE14B2E" w14:textId="77777777" w:rsidTr="547D96A7">
        <w:trPr>
          <w:trHeight w:hRule="exact" w:val="686"/>
        </w:trPr>
        <w:tc>
          <w:tcPr>
            <w:tcW w:w="156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14:paraId="31758090" w14:textId="77777777" w:rsidR="00ED4582" w:rsidRDefault="00ED4582" w:rsidP="00ED4582">
            <w:pPr>
              <w:pStyle w:val="a3"/>
              <w:spacing w:before="105" w:line="481" w:lineRule="exact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参加編成</w:t>
            </w:r>
          </w:p>
        </w:tc>
        <w:tc>
          <w:tcPr>
            <w:tcW w:w="8112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7937C1" w14:textId="0C517202" w:rsidR="00ED4582" w:rsidRPr="00CE34CD" w:rsidRDefault="00ED4582" w:rsidP="00ED4582">
            <w:pPr>
              <w:pStyle w:val="a3"/>
            </w:pPr>
            <w:r w:rsidRPr="547D96A7">
              <w:rPr>
                <w:rFonts w:ascii="ＭＳ 明朝" w:hAnsi="ＭＳ 明朝"/>
              </w:rPr>
              <w:t xml:space="preserve">　①４</w:t>
            </w:r>
            <w:r w:rsidRPr="547D96A7">
              <w:rPr>
                <w:rFonts w:ascii="HG丸ｺﾞｼｯｸM-PRO" w:eastAsia="HG丸ｺﾞｼｯｸM-PRO" w:hAnsi="HG丸ｺﾞｼｯｸM-PRO" w:cs="HG丸ｺﾞｼｯｸM-PRO"/>
              </w:rPr>
              <w:t>人編成　②</w:t>
            </w:r>
            <w:r w:rsidRPr="547D96A7">
              <w:rPr>
                <w:rFonts w:ascii="ＭＳ 明朝" w:hAnsi="ＭＳ 明朝"/>
              </w:rPr>
              <w:t>１６</w:t>
            </w:r>
            <w:r w:rsidRPr="547D96A7">
              <w:rPr>
                <w:rFonts w:ascii="HG丸ｺﾞｼｯｸM-PRO" w:eastAsia="HG丸ｺﾞｼｯｸM-PRO" w:hAnsi="HG丸ｺﾞｼｯｸM-PRO" w:cs="HG丸ｺﾞｼｯｸM-PRO"/>
              </w:rPr>
              <w:t>人編成　③自由編成　④カラーガード　⑤マーチングバンド</w:t>
            </w:r>
          </w:p>
          <w:p w14:paraId="27CC9E4A" w14:textId="2049D0AA" w:rsidR="00ED4582" w:rsidRPr="00CE34CD" w:rsidRDefault="00ED4582" w:rsidP="00ED4582">
            <w:pPr>
              <w:pStyle w:val="a3"/>
              <w:rPr>
                <w:spacing w:val="0"/>
              </w:rPr>
            </w:pPr>
            <w:r w:rsidRPr="547D96A7">
              <w:rPr>
                <w:rFonts w:ascii="HG丸ｺﾞｼｯｸM-PRO" w:eastAsia="HG丸ｺﾞｼｯｸM-PRO" w:hAnsi="HG丸ｺﾞｼｯｸM-PRO" w:cs="HG丸ｺﾞｼｯｸM-PRO"/>
              </w:rPr>
              <w:t xml:space="preserve">　⑥マーチングパーカッション　⑦バトン　⑧ポンポン・ペップアーツ</w:t>
            </w:r>
          </w:p>
        </w:tc>
      </w:tr>
      <w:tr w:rsidR="00ED4582" w14:paraId="515D29E8" w14:textId="77777777" w:rsidTr="547D96A7">
        <w:trPr>
          <w:trHeight w:hRule="exact" w:val="563"/>
        </w:trPr>
        <w:tc>
          <w:tcPr>
            <w:tcW w:w="156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vAlign w:val="center"/>
          </w:tcPr>
          <w:p w14:paraId="300EFBE9" w14:textId="77777777" w:rsidR="00ED4582" w:rsidRDefault="00ED4582" w:rsidP="00ED4582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pacing w:val="0"/>
                <w:w w:val="80"/>
                <w:sz w:val="24"/>
                <w:szCs w:val="24"/>
              </w:rPr>
              <w:t>構成メンバー数</w:t>
            </w:r>
          </w:p>
        </w:tc>
        <w:tc>
          <w:tcPr>
            <w:tcW w:w="343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49E2DAAF" w14:textId="77777777" w:rsidR="00ED4582" w:rsidRDefault="00ED4582" w:rsidP="00ED4582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          名</w:t>
            </w:r>
            <w:r>
              <w:rPr>
                <w:rFonts w:ascii="ＭＳ 明朝" w:hAnsi="ＭＳ 明朝" w:hint="eastAsia"/>
                <w:spacing w:val="0"/>
                <w:sz w:val="18"/>
                <w:szCs w:val="18"/>
              </w:rPr>
              <w:t>（</w:t>
            </w:r>
            <w:r>
              <w:rPr>
                <w:rFonts w:ascii="HG丸ｺﾞｼｯｸM-PRO" w:eastAsia="HG丸ｺﾞｼｯｸM-PRO" w:hAnsi="HG丸ｺﾞｼｯｸM-PRO" w:cs="HG丸ｺﾞｼｯｸM-PRO" w:hint="eastAsia"/>
                <w:spacing w:val="0"/>
                <w:sz w:val="18"/>
                <w:szCs w:val="18"/>
              </w:rPr>
              <w:t>指揮者も含む</w:t>
            </w:r>
            <w:r>
              <w:rPr>
                <w:rFonts w:ascii="ＭＳ 明朝" w:hAnsi="ＭＳ 明朝" w:hint="eastAsia"/>
                <w:spacing w:val="0"/>
                <w:sz w:val="18"/>
                <w:szCs w:val="18"/>
              </w:rPr>
              <w:t>）</w:t>
            </w:r>
          </w:p>
        </w:tc>
        <w:tc>
          <w:tcPr>
            <w:tcW w:w="1144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EEC3887" w14:textId="77777777" w:rsidR="00ED4582" w:rsidRDefault="00ED4582" w:rsidP="00ED4582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演技時間</w:t>
            </w:r>
          </w:p>
        </w:tc>
        <w:tc>
          <w:tcPr>
            <w:tcW w:w="3536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7415B6C" w14:textId="77777777" w:rsidR="00ED4582" w:rsidRDefault="00ED4582" w:rsidP="00ED4582">
            <w:pPr>
              <w:pStyle w:val="a3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約　　　分　　　秒</w:t>
            </w:r>
          </w:p>
        </w:tc>
      </w:tr>
      <w:tr w:rsidR="00ED4582" w14:paraId="57F586E1" w14:textId="77777777" w:rsidTr="547D96A7">
        <w:trPr>
          <w:trHeight w:hRule="exact" w:val="406"/>
        </w:trPr>
        <w:tc>
          <w:tcPr>
            <w:tcW w:w="9672" w:type="dxa"/>
            <w:gridSpan w:val="4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B7BD05D" w14:textId="77777777" w:rsidR="00ED4582" w:rsidRDefault="00ED4582" w:rsidP="00ED4582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指定業者による録音及びビデオ撮影・販売を　　</w:t>
            </w:r>
            <w:r w:rsidRPr="00DD5F97">
              <w:rPr>
                <w:rFonts w:ascii="HG丸ｺﾞｼｯｸM-PRO" w:eastAsia="HG丸ｺﾞｼｯｸM-PRO" w:hAnsi="HG丸ｺﾞｼｯｸM-PRO" w:cs="HG丸ｺﾞｼｯｸM-PRO" w:hint="eastAsia"/>
                <w:sz w:val="22"/>
                <w:szCs w:val="20"/>
              </w:rPr>
              <w:t>許諾する　・　許諾しない</w:t>
            </w:r>
          </w:p>
        </w:tc>
      </w:tr>
      <w:tr w:rsidR="00ED4582" w14:paraId="3527C155" w14:textId="77777777" w:rsidTr="547D96A7">
        <w:trPr>
          <w:trHeight w:hRule="exact" w:val="426"/>
        </w:trPr>
        <w:tc>
          <w:tcPr>
            <w:tcW w:w="9672" w:type="dxa"/>
            <w:gridSpan w:val="4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14452C3" w14:textId="77777777" w:rsidR="00ED4582" w:rsidRPr="000C25C4" w:rsidRDefault="00ED4582" w:rsidP="00ED4582">
            <w:pPr>
              <w:pStyle w:val="a3"/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指定業者による写真の撮影、及び販売を　　　　</w:t>
            </w:r>
            <w:r w:rsidRPr="00DD5F97">
              <w:rPr>
                <w:rFonts w:ascii="HG丸ｺﾞｼｯｸM-PRO" w:eastAsia="HG丸ｺﾞｼｯｸM-PRO" w:hAnsi="HG丸ｺﾞｼｯｸM-PRO" w:cs="HG丸ｺﾞｼｯｸM-PRO" w:hint="eastAsia"/>
                <w:sz w:val="22"/>
                <w:szCs w:val="20"/>
              </w:rPr>
              <w:t>許諾する　・　許諾しない</w:t>
            </w:r>
          </w:p>
        </w:tc>
      </w:tr>
      <w:tr w:rsidR="00ED4582" w14:paraId="517A58E6" w14:textId="77777777" w:rsidTr="547D96A7">
        <w:trPr>
          <w:trHeight w:hRule="exact" w:val="432"/>
        </w:trPr>
        <w:tc>
          <w:tcPr>
            <w:tcW w:w="9672" w:type="dxa"/>
            <w:gridSpan w:val="4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130A016" w14:textId="77777777" w:rsidR="00ED4582" w:rsidRDefault="00ED4582" w:rsidP="00ED4582">
            <w:pPr>
              <w:pStyle w:val="a3"/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プログラムに指揮者名及び演技者の掲載を　　　</w:t>
            </w:r>
            <w:r w:rsidRPr="00DD5F97">
              <w:rPr>
                <w:rFonts w:ascii="HG丸ｺﾞｼｯｸM-PRO" w:eastAsia="HG丸ｺﾞｼｯｸM-PRO" w:hAnsi="HG丸ｺﾞｼｯｸM-PRO" w:cs="HG丸ｺﾞｼｯｸM-PRO" w:hint="eastAsia"/>
                <w:sz w:val="22"/>
                <w:szCs w:val="20"/>
              </w:rPr>
              <w:t>許諾する  ・  許諾しない</w:t>
            </w:r>
          </w:p>
        </w:tc>
      </w:tr>
      <w:tr w:rsidR="00ED4582" w14:paraId="784D7759" w14:textId="77777777" w:rsidTr="547D96A7">
        <w:trPr>
          <w:trHeight w:hRule="exact" w:val="424"/>
        </w:trPr>
        <w:tc>
          <w:tcPr>
            <w:tcW w:w="9672" w:type="dxa"/>
            <w:gridSpan w:val="4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DB15D19" w14:textId="654B5208" w:rsidR="00ED4582" w:rsidRDefault="006A7480" w:rsidP="00ED4582">
            <w:pPr>
              <w:pStyle w:val="a3"/>
              <w:jc w:val="left"/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カラーガードの有無（MB・MPのみ）　　　　　</w:t>
            </w:r>
            <w:r w:rsidR="00ED4582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有　　・　　無</w:t>
            </w:r>
          </w:p>
        </w:tc>
      </w:tr>
      <w:tr w:rsidR="00ED4582" w14:paraId="29A16721" w14:textId="77777777" w:rsidTr="547D96A7">
        <w:trPr>
          <w:trHeight w:hRule="exact" w:val="424"/>
        </w:trPr>
        <w:tc>
          <w:tcPr>
            <w:tcW w:w="9672" w:type="dxa"/>
            <w:gridSpan w:val="4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9A92947" w14:textId="5A2A7A6D" w:rsidR="00ED4582" w:rsidRDefault="006A7480" w:rsidP="00ED4582">
            <w:pPr>
              <w:pStyle w:val="a3"/>
              <w:jc w:val="left"/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電子・電気楽器の有無（ＭＰ</w:t>
            </w:r>
            <w:r w:rsidR="00ED4582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のみ）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　　　　</w:t>
            </w:r>
            <w:r w:rsidR="00ED4582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　 有　　・　　無</w:t>
            </w:r>
          </w:p>
        </w:tc>
      </w:tr>
      <w:tr w:rsidR="00ED4582" w14:paraId="18F61F34" w14:textId="77777777" w:rsidTr="547D96A7">
        <w:trPr>
          <w:trHeight w:hRule="exact" w:val="685"/>
        </w:trPr>
        <w:tc>
          <w:tcPr>
            <w:tcW w:w="9672" w:type="dxa"/>
            <w:gridSpan w:val="4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869341" w14:textId="7EC946C0" w:rsidR="005F18C2" w:rsidRDefault="005F18C2" w:rsidP="00ED4582">
            <w:pPr>
              <w:pStyle w:val="a3"/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>全国大会（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MB</w:t>
            </w:r>
            <w:r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>：１２月、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CG</w:t>
            </w:r>
            <w:r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>・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MP</w:t>
            </w:r>
            <w:r w:rsidR="00ED4582" w:rsidRPr="547D96A7"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>：</w:t>
            </w:r>
            <w:r w:rsidR="003F1FC5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２</w:t>
            </w:r>
            <w:r w:rsidR="00ED4582" w:rsidRPr="547D96A7"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>月）への出場を</w:t>
            </w:r>
          </w:p>
          <w:p w14:paraId="640B04B6" w14:textId="73DE9CCA" w:rsidR="00ED4582" w:rsidRDefault="00ED4582" w:rsidP="005F18C2">
            <w:pPr>
              <w:pStyle w:val="a3"/>
              <w:ind w:leftChars="343" w:left="720"/>
            </w:pPr>
            <w:r w:rsidRPr="547D96A7"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 xml:space="preserve">　　　　　　　　　　希望する　・　希望しない　</w:t>
            </w:r>
            <w:r w:rsidRPr="547D96A7">
              <w:rPr>
                <w:rFonts w:ascii="ＭＳ 明朝" w:hAnsi="ＭＳ 明朝"/>
                <w:sz w:val="24"/>
                <w:szCs w:val="24"/>
              </w:rPr>
              <w:t>（</w:t>
            </w:r>
            <w:r w:rsidR="006A7480" w:rsidRPr="006A7480"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>MB.CG</w:t>
            </w:r>
            <w:r w:rsidR="005F18C2" w:rsidRPr="006A7480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は</w:t>
            </w:r>
            <w:r w:rsidRPr="547D96A7"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>全国選考部門のみ</w:t>
            </w:r>
            <w:r w:rsidRPr="547D96A7">
              <w:rPr>
                <w:rFonts w:ascii="ＭＳ 明朝" w:hAnsi="ＭＳ 明朝"/>
                <w:sz w:val="24"/>
                <w:szCs w:val="24"/>
              </w:rPr>
              <w:t>）</w:t>
            </w:r>
          </w:p>
          <w:p w14:paraId="499FF7E6" w14:textId="0BEC9715" w:rsidR="00ED4582" w:rsidRPr="005F18C2" w:rsidRDefault="00ED4582" w:rsidP="00ED4582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D4582" w14:paraId="370439D9" w14:textId="77777777" w:rsidTr="547D96A7">
        <w:trPr>
          <w:trHeight w:hRule="exact" w:val="737"/>
        </w:trPr>
        <w:tc>
          <w:tcPr>
            <w:tcW w:w="9672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517CFE7" w14:textId="77777777" w:rsidR="00ED4582" w:rsidRPr="00CE34CD" w:rsidRDefault="00ED4582" w:rsidP="00ED4582">
            <w:pPr>
              <w:pStyle w:val="a3"/>
              <w:rPr>
                <w:rFonts w:ascii="HG丸ｺﾞｼｯｸM-PRO" w:eastAsia="HG丸ｺﾞｼｯｸM-PRO" w:hAnsi="HG丸ｺﾞｼｯｸM-PRO"/>
                <w:spacing w:val="0"/>
                <w:sz w:val="24"/>
              </w:rPr>
            </w:pPr>
            <w:r w:rsidRPr="00CE34CD">
              <w:rPr>
                <w:rFonts w:ascii="HG丸ｺﾞｼｯｸM-PRO" w:eastAsia="HG丸ｺﾞｼｯｸM-PRO" w:hAnsi="HG丸ｺﾞｼｯｸM-PRO" w:hint="eastAsia"/>
                <w:spacing w:val="0"/>
                <w:sz w:val="24"/>
              </w:rPr>
              <w:t>スーパーマーチング</w:t>
            </w:r>
            <w:r>
              <w:rPr>
                <w:rFonts w:ascii="HG丸ｺﾞｼｯｸM-PRO" w:eastAsia="HG丸ｺﾞｼｯｸM-PRO" w:hAnsi="HG丸ｺﾞｼｯｸM-PRO" w:hint="eastAsia"/>
                <w:spacing w:val="0"/>
                <w:sz w:val="24"/>
              </w:rPr>
              <w:t>（１２月）</w:t>
            </w:r>
            <w:r w:rsidRPr="00CE34CD">
              <w:rPr>
                <w:rFonts w:ascii="HG丸ｺﾞｼｯｸM-PRO" w:eastAsia="HG丸ｺﾞｼｯｸM-PRO" w:hAnsi="HG丸ｺﾞｼｯｸM-PRO" w:hint="eastAsia"/>
                <w:spacing w:val="0"/>
                <w:sz w:val="24"/>
              </w:rPr>
              <w:t>出場依頼があれば、出場を</w:t>
            </w:r>
          </w:p>
          <w:p w14:paraId="6D8FABBB" w14:textId="5921FC93" w:rsidR="00ED4582" w:rsidRDefault="00ED4582" w:rsidP="00ED4582">
            <w:pPr>
              <w:pStyle w:val="a3"/>
              <w:rPr>
                <w:spacing w:val="0"/>
              </w:rPr>
            </w:pPr>
            <w:r w:rsidRPr="547D96A7"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 xml:space="preserve">　　　　　　　　　　　　　希望する　・　希望しない</w:t>
            </w:r>
            <w:r w:rsidRPr="00812870">
              <w:rPr>
                <w:rFonts w:eastAsia="Times New Roman" w:cs="Times New Roman"/>
                <w:spacing w:val="0"/>
              </w:rPr>
              <w:t xml:space="preserve">  </w:t>
            </w:r>
          </w:p>
          <w:p w14:paraId="3BBC0478" w14:textId="77777777" w:rsidR="00ED4582" w:rsidRPr="005F18C2" w:rsidRDefault="00ED4582" w:rsidP="00ED4582">
            <w:pPr>
              <w:pStyle w:val="a3"/>
              <w:jc w:val="right"/>
              <w:rPr>
                <w:spacing w:val="0"/>
              </w:rPr>
            </w:pPr>
          </w:p>
        </w:tc>
      </w:tr>
      <w:tr w:rsidR="00ED4582" w14:paraId="4F1D3898" w14:textId="77777777" w:rsidTr="547D96A7">
        <w:trPr>
          <w:cantSplit/>
          <w:trHeight w:val="693"/>
        </w:trPr>
        <w:tc>
          <w:tcPr>
            <w:tcW w:w="9672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82C13E6" w14:textId="77777777" w:rsidR="00ED4582" w:rsidRPr="00812870" w:rsidRDefault="00ED4582" w:rsidP="00ED4582">
            <w:pPr>
              <w:pStyle w:val="a3"/>
              <w:rPr>
                <w:spacing w:val="0"/>
              </w:rPr>
            </w:pPr>
            <w:r w:rsidRPr="00812870">
              <w:rPr>
                <w:rFonts w:ascii="HG丸ｺﾞｼｯｸM-PRO" w:eastAsia="HG丸ｺﾞｼｯｸM-PRO" w:hAnsi="HG丸ｺﾞｼｯｸM-PRO" w:cs="HG丸ｺﾞｼｯｸM-PRO" w:hint="eastAsia"/>
                <w:bCs/>
                <w:sz w:val="24"/>
                <w:szCs w:val="24"/>
              </w:rPr>
              <w:t>ステージ全国大会（2月開催）への出場を</w:t>
            </w:r>
          </w:p>
          <w:p w14:paraId="0E041EC6" w14:textId="6579C3A0" w:rsidR="00ED4582" w:rsidRPr="00CE34CD" w:rsidRDefault="00ED4582" w:rsidP="00ED4582">
            <w:pPr>
              <w:pStyle w:val="a3"/>
              <w:rPr>
                <w:spacing w:val="0"/>
              </w:rPr>
            </w:pPr>
            <w:r w:rsidRPr="547D96A7"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 xml:space="preserve">　　　　　　　　　　　　　希望する　・　希望しない</w:t>
            </w:r>
            <w:r w:rsidRPr="00812870">
              <w:rPr>
                <w:rFonts w:eastAsia="Times New Roman" w:cs="Times New Roman"/>
                <w:spacing w:val="0"/>
              </w:rPr>
              <w:t xml:space="preserve">  </w:t>
            </w:r>
            <w:r>
              <w:rPr>
                <w:rFonts w:ascii="ＭＳ 明朝" w:hAnsi="ＭＳ 明朝"/>
                <w:sz w:val="24"/>
                <w:szCs w:val="24"/>
              </w:rPr>
              <w:t>（</w:t>
            </w:r>
            <w:r w:rsidR="005F18C2"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MB</w:t>
            </w:r>
            <w:r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>のみ</w:t>
            </w:r>
            <w:r>
              <w:rPr>
                <w:rFonts w:ascii="ＭＳ 明朝" w:hAnsi="ＭＳ 明朝"/>
                <w:sz w:val="24"/>
                <w:szCs w:val="24"/>
              </w:rPr>
              <w:t>）</w:t>
            </w:r>
          </w:p>
        </w:tc>
      </w:tr>
      <w:tr w:rsidR="00ED4582" w14:paraId="663EF4FD" w14:textId="77777777" w:rsidTr="547D96A7">
        <w:trPr>
          <w:cantSplit/>
          <w:trHeight w:hRule="exact" w:val="1036"/>
        </w:trPr>
        <w:tc>
          <w:tcPr>
            <w:tcW w:w="15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F10EE92" w14:textId="77777777" w:rsidR="00ED4582" w:rsidRPr="00A90310" w:rsidRDefault="00ED4582" w:rsidP="00ED4582">
            <w:pPr>
              <w:pStyle w:val="a3"/>
              <w:jc w:val="center"/>
              <w:rPr>
                <w:rFonts w:ascii="HG丸ｺﾞｼｯｸM-PRO" w:eastAsia="HG丸ｺﾞｼｯｸM-PRO" w:hAnsi="HG丸ｺﾞｼｯｸM-PRO"/>
                <w:b/>
                <w:spacing w:val="0"/>
                <w:sz w:val="24"/>
              </w:rPr>
            </w:pPr>
            <w:r w:rsidRPr="00A90310">
              <w:rPr>
                <w:rFonts w:ascii="HG丸ｺﾞｼｯｸM-PRO" w:eastAsia="HG丸ｺﾞｼｯｸM-PRO" w:hAnsi="HG丸ｺﾞｼｯｸM-PRO" w:hint="eastAsia"/>
                <w:b/>
                <w:spacing w:val="0"/>
                <w:sz w:val="24"/>
              </w:rPr>
              <w:t>顧　問</w:t>
            </w:r>
          </w:p>
          <w:p w14:paraId="379D183A" w14:textId="77777777" w:rsidR="00ED4582" w:rsidRDefault="00ED4582" w:rsidP="00ED4582">
            <w:pPr>
              <w:pStyle w:val="a3"/>
              <w:jc w:val="center"/>
              <w:rPr>
                <w:spacing w:val="0"/>
              </w:rPr>
            </w:pPr>
            <w:r w:rsidRPr="00A90310">
              <w:rPr>
                <w:rFonts w:ascii="HG丸ｺﾞｼｯｸM-PRO" w:eastAsia="HG丸ｺﾞｼｯｸM-PRO" w:hAnsi="HG丸ｺﾞｼｯｸM-PRO" w:hint="eastAsia"/>
                <w:b/>
                <w:spacing w:val="0"/>
                <w:sz w:val="24"/>
              </w:rPr>
              <w:t>（責任者）</w:t>
            </w:r>
          </w:p>
        </w:tc>
        <w:tc>
          <w:tcPr>
            <w:tcW w:w="811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0B743F6" w14:textId="77777777" w:rsidR="00ED4582" w:rsidRPr="00812870" w:rsidRDefault="00ED4582" w:rsidP="00ED4582">
            <w:pPr>
              <w:pStyle w:val="a3"/>
              <w:rPr>
                <w:spacing w:val="0"/>
              </w:rPr>
            </w:pPr>
          </w:p>
          <w:p w14:paraId="31B6F482" w14:textId="77777777" w:rsidR="00ED4582" w:rsidRDefault="00ED4582" w:rsidP="00ED4582">
            <w:pPr>
              <w:pStyle w:val="a3"/>
              <w:rPr>
                <w:rFonts w:ascii="HG丸ｺﾞｼｯｸM-PRO" w:eastAsia="HG丸ｺﾞｼｯｸM-PRO" w:hAnsi="HG丸ｺﾞｼｯｸM-PRO" w:cs="HG丸ｺﾞｼｯｸM-PRO"/>
                <w:b/>
                <w:bCs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b/>
                <w:bCs/>
                <w:sz w:val="24"/>
                <w:szCs w:val="24"/>
              </w:rPr>
              <w:t>氏　　名　　：</w:t>
            </w:r>
          </w:p>
          <w:p w14:paraId="52CEE549" w14:textId="77777777" w:rsidR="00ED4582" w:rsidRDefault="00ED4582" w:rsidP="00ED4582">
            <w:pPr>
              <w:pStyle w:val="a3"/>
              <w:jc w:val="left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b/>
                <w:bCs/>
                <w:sz w:val="24"/>
                <w:szCs w:val="24"/>
              </w:rPr>
              <w:t>携帯電話番号：</w:t>
            </w:r>
          </w:p>
        </w:tc>
      </w:tr>
      <w:tr w:rsidR="00ED4582" w14:paraId="6E456329" w14:textId="77777777" w:rsidTr="00805336">
        <w:trPr>
          <w:cantSplit/>
          <w:trHeight w:hRule="exact" w:val="104"/>
        </w:trPr>
        <w:tc>
          <w:tcPr>
            <w:tcW w:w="15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497517" w14:textId="77777777" w:rsidR="00ED4582" w:rsidRDefault="00ED4582" w:rsidP="00ED458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112" w:type="dxa"/>
            <w:gridSpan w:val="3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1DAB67" w14:textId="77777777" w:rsidR="00ED4582" w:rsidRPr="00812870" w:rsidRDefault="00ED4582" w:rsidP="00ED4582">
            <w:pPr>
              <w:pStyle w:val="a3"/>
              <w:spacing w:before="105" w:line="481" w:lineRule="exact"/>
              <w:rPr>
                <w:spacing w:val="0"/>
                <w:sz w:val="16"/>
                <w:szCs w:val="16"/>
              </w:rPr>
            </w:pPr>
          </w:p>
        </w:tc>
      </w:tr>
      <w:tr w:rsidR="00ED4582" w14:paraId="64EB3504" w14:textId="77777777" w:rsidTr="547D96A7">
        <w:trPr>
          <w:trHeight w:hRule="exact" w:val="1290"/>
        </w:trPr>
        <w:tc>
          <w:tcPr>
            <w:tcW w:w="156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vAlign w:val="center"/>
          </w:tcPr>
          <w:p w14:paraId="76FA0671" w14:textId="77777777" w:rsidR="00ED4582" w:rsidRDefault="00ED4582" w:rsidP="00ED4582">
            <w:pPr>
              <w:pStyle w:val="a3"/>
              <w:spacing w:line="481" w:lineRule="exact"/>
              <w:jc w:val="center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b/>
                <w:bCs/>
                <w:sz w:val="24"/>
                <w:szCs w:val="24"/>
              </w:rPr>
              <w:t>当日連絡先</w:t>
            </w:r>
          </w:p>
        </w:tc>
        <w:tc>
          <w:tcPr>
            <w:tcW w:w="8112" w:type="dxa"/>
            <w:gridSpan w:val="3"/>
            <w:tcBorders>
              <w:top w:val="nil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D60247" w14:textId="77777777" w:rsidR="00ED4582" w:rsidRPr="00812870" w:rsidRDefault="00ED4582" w:rsidP="00ED458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812870">
              <w:rPr>
                <w:rFonts w:ascii="HG丸ｺﾞｼｯｸM-PRO" w:eastAsia="HG丸ｺﾞｼｯｸM-PRO" w:hAnsi="HG丸ｺﾞｼｯｸM-PRO" w:cs="HG丸ｺﾞｼｯｸM-PRO" w:hint="eastAsia"/>
              </w:rPr>
              <w:t>大会当日、連絡を取れる方の氏名・携帯電話番号をお書きください。）</w:t>
            </w:r>
          </w:p>
          <w:p w14:paraId="5D2246EA" w14:textId="77777777" w:rsidR="00ED4582" w:rsidRDefault="00ED4582" w:rsidP="00ED4582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b/>
                <w:bCs/>
                <w:sz w:val="24"/>
                <w:szCs w:val="24"/>
              </w:rPr>
              <w:t>氏　　名　　：</w:t>
            </w:r>
          </w:p>
          <w:p w14:paraId="07077938" w14:textId="77777777" w:rsidR="00ED4582" w:rsidRPr="00812870" w:rsidRDefault="00ED4582" w:rsidP="00ED4582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b/>
                <w:bCs/>
                <w:sz w:val="24"/>
                <w:szCs w:val="24"/>
              </w:rPr>
              <w:t>団体との関係：</w:t>
            </w:r>
            <w:r w:rsidRPr="00812870">
              <w:rPr>
                <w:rFonts w:ascii="HG丸ｺﾞｼｯｸM-PRO" w:eastAsia="HG丸ｺﾞｼｯｸM-PRO" w:hAnsi="HG丸ｺﾞｼｯｸM-PRO" w:cs="HG丸ｺﾞｼｯｸM-PRO" w:hint="eastAsia"/>
                <w:b/>
                <w:bCs/>
              </w:rPr>
              <w:t>顧問・コーチ・保護者・その他（　　　　　　）</w:t>
            </w:r>
          </w:p>
          <w:p w14:paraId="44C216A3" w14:textId="77777777" w:rsidR="00ED4582" w:rsidRDefault="00ED4582" w:rsidP="00ED4582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b/>
                <w:bCs/>
                <w:sz w:val="24"/>
                <w:szCs w:val="24"/>
              </w:rPr>
              <w:t>携帯電話番号：</w:t>
            </w:r>
          </w:p>
        </w:tc>
      </w:tr>
      <w:tr w:rsidR="00ED4582" w14:paraId="09E93D11" w14:textId="77777777" w:rsidTr="547D96A7">
        <w:trPr>
          <w:trHeight w:hRule="exact" w:val="1462"/>
        </w:trPr>
        <w:tc>
          <w:tcPr>
            <w:tcW w:w="9672" w:type="dxa"/>
            <w:gridSpan w:val="4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5DD76F" w14:textId="77777777" w:rsidR="00ED4582" w:rsidRDefault="00ED4582" w:rsidP="00ED4582">
            <w:pPr>
              <w:pStyle w:val="a3"/>
              <w:spacing w:before="188"/>
              <w:ind w:firstLineChars="100" w:firstLine="238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日本マーチングバンド協会沖縄支部　　会長</w:t>
            </w:r>
            <w:r>
              <w:rPr>
                <w:rFonts w:ascii="HG丸ｺﾞｼｯｸM-PRO" w:eastAsia="HG丸ｺﾞｼｯｸM-PRO" w:hAnsi="HG丸ｺﾞｼｯｸM-PRO" w:cs="HG丸ｺﾞｼｯｸM-PRO" w:hint="eastAsia"/>
                <w:b/>
                <w:bCs/>
                <w:sz w:val="24"/>
                <w:szCs w:val="24"/>
              </w:rPr>
              <w:t xml:space="preserve">　玉城　哲也　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殿</w:t>
            </w:r>
          </w:p>
          <w:p w14:paraId="611E9643" w14:textId="6F74E0F5" w:rsidR="00ED4582" w:rsidRDefault="00ED4582" w:rsidP="00ED4582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 xml:space="preserve">　</w:t>
            </w:r>
            <w:r w:rsidRPr="547D96A7">
              <w:rPr>
                <w:rFonts w:ascii="HG丸ｺﾞｼｯｸM-PRO" w:eastAsia="HG丸ｺﾞｼｯｸM-PRO" w:hAnsi="HG丸ｺﾞｼｯｸM-PRO"/>
                <w:spacing w:val="0"/>
                <w:w w:val="80"/>
                <w:sz w:val="24"/>
                <w:szCs w:val="24"/>
              </w:rPr>
              <w:t>マーチング　イン　オキナワ</w:t>
            </w:r>
            <w:r w:rsidR="003F1FC5">
              <w:rPr>
                <w:rFonts w:ascii="HG丸ｺﾞｼｯｸM-PRO" w:eastAsia="HG丸ｺﾞｼｯｸM-PRO" w:hAnsi="HG丸ｺﾞｼｯｸM-PRO" w:hint="eastAsia"/>
                <w:spacing w:val="0"/>
                <w:w w:val="80"/>
                <w:sz w:val="24"/>
                <w:szCs w:val="24"/>
              </w:rPr>
              <w:t>201</w:t>
            </w:r>
            <w:r w:rsidR="0044482F">
              <w:rPr>
                <w:rFonts w:ascii="HG丸ｺﾞｼｯｸM-PRO" w:eastAsia="HG丸ｺﾞｼｯｸM-PRO" w:hAnsi="HG丸ｺﾞｼｯｸM-PRO"/>
                <w:spacing w:val="0"/>
                <w:w w:val="80"/>
                <w:sz w:val="24"/>
                <w:szCs w:val="24"/>
              </w:rPr>
              <w:t>9</w:t>
            </w:r>
            <w:r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>に参加料</w:t>
            </w:r>
            <w:r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  <w:u w:val="single" w:color="000000"/>
              </w:rPr>
              <w:t xml:space="preserve">　　　　　　　　　　　　円</w:t>
            </w:r>
          </w:p>
          <w:p w14:paraId="6D77797B" w14:textId="1EBEAEFC" w:rsidR="00ED4582" w:rsidRDefault="00ED4582" w:rsidP="00ED4582">
            <w:pPr>
              <w:pStyle w:val="a3"/>
              <w:rPr>
                <w:spacing w:val="0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構成メンバー人数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  <w:u w:val="single" w:color="000000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名</w:t>
            </w:r>
            <w:r>
              <w:rPr>
                <w:rFonts w:ascii="ＭＳ 明朝" w:hAnsi="ＭＳ 明朝" w:hint="eastAsia"/>
                <w:sz w:val="24"/>
                <w:szCs w:val="24"/>
              </w:rPr>
              <w:t>×</w:t>
            </w:r>
            <w:r w:rsidRPr="00ED4582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 xml:space="preserve">　　　</w:t>
            </w:r>
            <w:r w:rsidRPr="00A9031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円</w:t>
            </w:r>
            <w:r>
              <w:rPr>
                <w:rFonts w:ascii="ＭＳ 明朝" w:hAnsi="ＭＳ 明朝" w:hint="eastAsia"/>
                <w:sz w:val="24"/>
                <w:szCs w:val="24"/>
              </w:rPr>
              <w:t>）</w:t>
            </w:r>
            <w:r>
              <w:rPr>
                <w:rFonts w:ascii="HG丸ｺﾞｼｯｸM-PRO" w:eastAsia="HG丸ｺﾞｼｯｸM-PRO" w:hAnsi="HG丸ｺﾞｼｯｸM-PRO" w:cs="HG丸ｺﾞｼｯｸM-PRO" w:hint="eastAsia"/>
                <w:sz w:val="24"/>
                <w:szCs w:val="24"/>
              </w:rPr>
              <w:t>を添えて申し込み致します。</w:t>
            </w:r>
          </w:p>
          <w:p w14:paraId="1B7C482A" w14:textId="6953A7D9" w:rsidR="00ED4582" w:rsidRPr="00AB4B2E" w:rsidRDefault="003F1FC5" w:rsidP="00ED4582">
            <w:pPr>
              <w:pStyle w:val="a3"/>
              <w:ind w:firstLineChars="400" w:firstLine="956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201</w:t>
            </w:r>
            <w:r w:rsidR="0044482F"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  <w:t>9</w:t>
            </w:r>
            <w:r w:rsidR="00ED4582" w:rsidRPr="547D96A7"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  <w:t>年９月</w:t>
            </w:r>
            <w:r w:rsidR="0010605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13</w:t>
            </w:r>
            <w:r w:rsidR="00ED4582" w:rsidRPr="547D96A7"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  <w:t>日</w:t>
            </w:r>
            <w:r w:rsidR="00ED4582" w:rsidRPr="547D96A7">
              <w:rPr>
                <w:rFonts w:ascii="ＭＳ 明朝" w:hAnsi="ＭＳ 明朝"/>
                <w:sz w:val="24"/>
                <w:szCs w:val="24"/>
              </w:rPr>
              <w:t>（</w:t>
            </w:r>
            <w:r w:rsidR="000658E4">
              <w:rPr>
                <w:rFonts w:ascii="ＭＳ 明朝" w:hAnsi="ＭＳ 明朝" w:hint="eastAsia"/>
                <w:sz w:val="24"/>
                <w:szCs w:val="24"/>
              </w:rPr>
              <w:t>金</w:t>
            </w:r>
            <w:r w:rsidR="00ED4582" w:rsidRPr="547D96A7">
              <w:rPr>
                <w:rFonts w:ascii="ＭＳ 明朝" w:hAnsi="ＭＳ 明朝"/>
                <w:sz w:val="24"/>
                <w:szCs w:val="24"/>
              </w:rPr>
              <w:t>）</w:t>
            </w:r>
            <w:r w:rsidR="00ED4582" w:rsidRPr="547D96A7"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</w:rPr>
              <w:t xml:space="preserve">　</w:t>
            </w:r>
            <w:r w:rsidR="00ED4582" w:rsidRPr="547D96A7">
              <w:rPr>
                <w:rFonts w:ascii="HG丸ｺﾞｼｯｸM-PRO" w:eastAsia="HG丸ｺﾞｼｯｸM-PRO" w:hAnsi="HG丸ｺﾞｼｯｸM-PRO" w:cs="HG丸ｺﾞｼｯｸM-PRO"/>
                <w:sz w:val="24"/>
                <w:szCs w:val="24"/>
                <w:u w:val="single"/>
              </w:rPr>
              <w:t>申込責任者氏名　　　　　　　　　　　　　印</w:t>
            </w:r>
          </w:p>
        </w:tc>
      </w:tr>
    </w:tbl>
    <w:p w14:paraId="53D8656E" w14:textId="4C91A1F8" w:rsidR="00B77022" w:rsidRPr="003A000F" w:rsidRDefault="547D96A7" w:rsidP="547D96A7">
      <w:pPr>
        <w:pStyle w:val="a3"/>
        <w:rPr>
          <w:rFonts w:ascii="HG丸ｺﾞｼｯｸM-PRO" w:eastAsia="HG丸ｺﾞｼｯｸM-PRO" w:hAnsi="HG丸ｺﾞｼｯｸM-PRO"/>
        </w:rPr>
      </w:pPr>
      <w:r w:rsidRPr="547D96A7">
        <w:rPr>
          <w:rFonts w:ascii="HG丸ｺﾞｼｯｸM-PRO" w:eastAsia="HG丸ｺﾞｼｯｸM-PRO" w:hAnsi="HG丸ｺﾞｼｯｸM-PRO"/>
        </w:rPr>
        <w:t>※参加料は、構成メンバー人数</w:t>
      </w:r>
      <w:r w:rsidRPr="547D96A7">
        <w:rPr>
          <w:rFonts w:ascii="HG丸ｺﾞｼｯｸM-PRO" w:eastAsia="HG丸ｺﾞｼｯｸM-PRO" w:hAnsi="HG丸ｺﾞｼｯｸM-PRO" w:cs="Times New Roman"/>
        </w:rPr>
        <w:t>×７００</w:t>
      </w:r>
      <w:r w:rsidRPr="547D96A7">
        <w:rPr>
          <w:rFonts w:ascii="HG丸ｺﾞｼｯｸM-PRO" w:eastAsia="HG丸ｺﾞｼｯｸM-PRO" w:hAnsi="HG丸ｺﾞｼｯｸM-PRO"/>
        </w:rPr>
        <w:t>円です。</w:t>
      </w:r>
      <w:r w:rsidRPr="547D96A7">
        <w:rPr>
          <w:rFonts w:ascii="HG丸ｺﾞｼｯｸM-PRO" w:eastAsia="HG丸ｺﾞｼｯｸM-PRO" w:hAnsi="HG丸ｺﾞｼｯｸM-PRO" w:cs="Times New Roman"/>
        </w:rPr>
        <w:t>(</w:t>
      </w:r>
      <w:r w:rsidRPr="547D96A7">
        <w:rPr>
          <w:rFonts w:ascii="HG丸ｺﾞｼｯｸM-PRO" w:eastAsia="HG丸ｺﾞｼｯｸM-PRO" w:hAnsi="HG丸ｺﾞｼｯｸM-PRO"/>
        </w:rPr>
        <w:t>構成メンバーとは指揮者も含む全出演者のことです。</w:t>
      </w:r>
      <w:r w:rsidRPr="547D96A7">
        <w:rPr>
          <w:rFonts w:ascii="HG丸ｺﾞｼｯｸM-PRO" w:eastAsia="HG丸ｺﾞｼｯｸM-PRO" w:hAnsi="HG丸ｺﾞｼｯｸM-PRO" w:cs="Times New Roman"/>
        </w:rPr>
        <w:t>)</w:t>
      </w:r>
    </w:p>
    <w:p w14:paraId="2FB805E7" w14:textId="77777777" w:rsidR="00B77022" w:rsidRPr="003A000F" w:rsidRDefault="00B77022" w:rsidP="00812870">
      <w:pPr>
        <w:pStyle w:val="a3"/>
        <w:rPr>
          <w:rFonts w:ascii="HG丸ｺﾞｼｯｸM-PRO" w:eastAsia="HG丸ｺﾞｼｯｸM-PRO" w:hAnsi="HG丸ｺﾞｼｯｸM-PRO"/>
          <w:spacing w:val="0"/>
        </w:rPr>
      </w:pPr>
      <w:r w:rsidRPr="003A000F">
        <w:rPr>
          <w:rFonts w:ascii="HG丸ｺﾞｼｯｸM-PRO" w:eastAsia="HG丸ｺﾞｼｯｸM-PRO" w:hAnsi="HG丸ｺﾞｼｯｸM-PRO" w:hint="eastAsia"/>
        </w:rPr>
        <w:t xml:space="preserve">　ただし、フレッシュマーチング部門は、構成メンバー人数</w:t>
      </w:r>
      <w:r w:rsidRPr="003A000F">
        <w:rPr>
          <w:rFonts w:ascii="HG丸ｺﾞｼｯｸM-PRO" w:eastAsia="HG丸ｺﾞｼｯｸM-PRO" w:hAnsi="HG丸ｺﾞｼｯｸM-PRO" w:cs="Times New Roman"/>
        </w:rPr>
        <w:t>×</w:t>
      </w:r>
      <w:r w:rsidRPr="003A000F">
        <w:rPr>
          <w:rFonts w:ascii="HG丸ｺﾞｼｯｸM-PRO" w:eastAsia="HG丸ｺﾞｼｯｸM-PRO" w:hAnsi="HG丸ｺﾞｼｯｸM-PRO" w:hint="eastAsia"/>
        </w:rPr>
        <w:t>１００円です。</w:t>
      </w:r>
    </w:p>
    <w:sectPr w:rsidR="00B77022" w:rsidRPr="003A000F" w:rsidSect="00805336">
      <w:headerReference w:type="default" r:id="rId8"/>
      <w:pgSz w:w="11906" w:h="16838" w:code="9"/>
      <w:pgMar w:top="1134" w:right="851" w:bottom="851" w:left="1134" w:header="720" w:footer="720" w:gutter="0"/>
      <w:cols w:space="720"/>
      <w:noEndnote/>
      <w:docGrid w:type="linesAndChars" w:linePitch="2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D9BEF" w14:textId="77777777" w:rsidR="002C2408" w:rsidRDefault="002C2408">
      <w:r>
        <w:separator/>
      </w:r>
    </w:p>
  </w:endnote>
  <w:endnote w:type="continuationSeparator" w:id="0">
    <w:p w14:paraId="21EF8C97" w14:textId="77777777" w:rsidR="002C2408" w:rsidRDefault="002C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9DB6B" w14:textId="77777777" w:rsidR="002C2408" w:rsidRDefault="002C2408">
      <w:r>
        <w:separator/>
      </w:r>
    </w:p>
  </w:footnote>
  <w:footnote w:type="continuationSeparator" w:id="0">
    <w:p w14:paraId="18E8A744" w14:textId="77777777" w:rsidR="002C2408" w:rsidRDefault="002C2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539F0" w14:textId="217DD2E2" w:rsidR="000D0628" w:rsidRDefault="000D0628">
    <w:pPr>
      <w:pStyle w:val="a3"/>
      <w:spacing w:line="240" w:lineRule="auto"/>
      <w:rPr>
        <w:spacing w:val="0"/>
      </w:rPr>
    </w:pPr>
    <w:r>
      <w:rPr>
        <w:rFonts w:ascii="ＭＳ 明朝" w:hAnsi="ＭＳ 明朝" w:hint="eastAsia"/>
      </w:rPr>
      <w:t>様</w:t>
    </w:r>
    <w:r w:rsidR="005474CE">
      <w:rPr>
        <w:rFonts w:ascii="ＭＳ 明朝" w:hAnsi="ＭＳ 明朝" w:hint="eastAsia"/>
      </w:rPr>
      <w:t>式①</w:t>
    </w:r>
    <w:r>
      <w:rPr>
        <w:rFonts w:ascii="ＭＳ 明朝" w:hAnsi="ＭＳ 明朝" w:hint="eastAsia"/>
      </w:rPr>
      <w:t>出場申込書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F6FF5"/>
    <w:multiLevelType w:val="hybridMultilevel"/>
    <w:tmpl w:val="C9460D38"/>
    <w:lvl w:ilvl="0" w:tplc="EC9A7C6C">
      <w:start w:val="1"/>
      <w:numFmt w:val="decimalEnclosedCircle"/>
      <w:lvlText w:val="%1"/>
      <w:lvlJc w:val="left"/>
      <w:pPr>
        <w:ind w:left="360" w:hanging="360"/>
      </w:pPr>
      <w:rPr>
        <w:rFonts w:ascii="HG丸ｺﾞｼｯｸM-PRO" w:eastAsia="HG丸ｺﾞｼｯｸM-PRO" w:hAnsi="HG丸ｺﾞｼｯｸM-PRO"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289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22"/>
    <w:rsid w:val="00017719"/>
    <w:rsid w:val="0004735A"/>
    <w:rsid w:val="000658E4"/>
    <w:rsid w:val="000C25C4"/>
    <w:rsid w:val="000D0628"/>
    <w:rsid w:val="00106050"/>
    <w:rsid w:val="00135801"/>
    <w:rsid w:val="00155DB6"/>
    <w:rsid w:val="001628B9"/>
    <w:rsid w:val="001E798E"/>
    <w:rsid w:val="002C2408"/>
    <w:rsid w:val="002D2436"/>
    <w:rsid w:val="003153BE"/>
    <w:rsid w:val="00322B8A"/>
    <w:rsid w:val="00330782"/>
    <w:rsid w:val="003A000F"/>
    <w:rsid w:val="003F1FC5"/>
    <w:rsid w:val="004263B9"/>
    <w:rsid w:val="0044482F"/>
    <w:rsid w:val="004C5940"/>
    <w:rsid w:val="005474CE"/>
    <w:rsid w:val="005F18C2"/>
    <w:rsid w:val="0064534E"/>
    <w:rsid w:val="006A7480"/>
    <w:rsid w:val="006B2188"/>
    <w:rsid w:val="006C3830"/>
    <w:rsid w:val="006D6AA9"/>
    <w:rsid w:val="006E13AB"/>
    <w:rsid w:val="00790E82"/>
    <w:rsid w:val="00805336"/>
    <w:rsid w:val="00812870"/>
    <w:rsid w:val="00821C0A"/>
    <w:rsid w:val="00831EE1"/>
    <w:rsid w:val="0087256F"/>
    <w:rsid w:val="008B3A1A"/>
    <w:rsid w:val="00924F88"/>
    <w:rsid w:val="009A1F0A"/>
    <w:rsid w:val="009B411A"/>
    <w:rsid w:val="00A90310"/>
    <w:rsid w:val="00AB17F1"/>
    <w:rsid w:val="00AB4B2E"/>
    <w:rsid w:val="00AB582C"/>
    <w:rsid w:val="00B6321D"/>
    <w:rsid w:val="00B74A16"/>
    <w:rsid w:val="00B77022"/>
    <w:rsid w:val="00C54FEC"/>
    <w:rsid w:val="00C93093"/>
    <w:rsid w:val="00CB77DC"/>
    <w:rsid w:val="00CD784C"/>
    <w:rsid w:val="00CE34CD"/>
    <w:rsid w:val="00D22AD1"/>
    <w:rsid w:val="00DD5F97"/>
    <w:rsid w:val="00DF20C9"/>
    <w:rsid w:val="00E51156"/>
    <w:rsid w:val="00E5569D"/>
    <w:rsid w:val="00E91F98"/>
    <w:rsid w:val="00EB4677"/>
    <w:rsid w:val="00ED4582"/>
    <w:rsid w:val="00EE6222"/>
    <w:rsid w:val="00F00661"/>
    <w:rsid w:val="547D9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8A969E"/>
  <w15:docId w15:val="{AE237051-7FAD-472F-B827-A23899DB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3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AB17F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13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E13A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E13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E13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B&#21332;&#20250;\&#12452;&#12531;&#12458;&#12461;&#12490;&#12527;\2012\&#12452;&#12531;&#12458;&#12461;&#20195;&#34920;&#32773;&#20250;&#35696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C0174-F019-49AE-B591-0E039997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マーチング イン オキナワ ２００8</vt:lpstr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マーチング イン オキナワ ２００8</dc:title>
  <dc:creator>JMBA-Okinawa</dc:creator>
  <cp:lastModifiedBy>user</cp:lastModifiedBy>
  <cp:revision>6</cp:revision>
  <cp:lastPrinted>2018-08-25T05:22:00Z</cp:lastPrinted>
  <dcterms:created xsi:type="dcterms:W3CDTF">2019-03-24T05:48:00Z</dcterms:created>
  <dcterms:modified xsi:type="dcterms:W3CDTF">2019-08-02T07:34:00Z</dcterms:modified>
</cp:coreProperties>
</file>